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" fillcolor="#9bbb59 [3206]" strokecolor="#4e6128 [1606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7DF" w:rsidRPr="00FA5AAE" w:rsidRDefault="004507DF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507DF" w:rsidRPr="00DA22FF" w:rsidRDefault="004507DF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No 23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4507DF" w:rsidRPr="00DA22FF" w:rsidRDefault="004507DF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No 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7DF" w:rsidRDefault="004507DF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February </w:t>
                            </w:r>
                          </w:p>
                          <w:p w:rsidR="004507DF" w:rsidRPr="00B44828" w:rsidRDefault="004507DF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4507DF" w:rsidRPr="002F5063" w:rsidRDefault="004507DF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23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4507DF" w:rsidRDefault="004507DF" w:rsidP="00A54DBA">
                      <w:pPr>
                        <w:pStyle w:val="Ttulo3"/>
                        <w:jc w:val="center"/>
                      </w:pPr>
                      <w:r>
                        <w:t xml:space="preserve">February </w:t>
                      </w:r>
                    </w:p>
                    <w:p w:rsidR="004507DF" w:rsidRPr="00B44828" w:rsidRDefault="004507DF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4507DF" w:rsidRPr="002F5063" w:rsidRDefault="004507DF" w:rsidP="00A54DBA">
                      <w:pPr>
                        <w:pStyle w:val="Ttulo3"/>
                        <w:jc w:val="center"/>
                      </w:pPr>
                      <w:r>
                        <w:t>Week 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7DF" w:rsidRPr="00872ADF" w:rsidRDefault="002A776A" w:rsidP="002A776A">
                            <w:pPr>
                              <w:pStyle w:val="Ttulo1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 xml:space="preserve"> 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52"/>
                                <w:szCs w:val="52"/>
                              </w:rPr>
                              <w:t xml:space="preserve">How the world works </w:t>
                            </w:r>
                            <w:r w:rsidR="004507DF" w:rsidRPr="00872ADF">
                              <w:rPr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4507DF" w:rsidRPr="00872ADF" w:rsidRDefault="002A776A" w:rsidP="002A776A">
                      <w:pPr>
                        <w:pStyle w:val="Ttulo1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 xml:space="preserve">          </w:t>
                      </w:r>
                      <w:bookmarkStart w:id="1" w:name="_GoBack"/>
                      <w:bookmarkEnd w:id="1"/>
                      <w:r>
                        <w:rPr>
                          <w:sz w:val="52"/>
                          <w:szCs w:val="52"/>
                        </w:rPr>
                        <w:t xml:space="preserve">How the world works </w:t>
                      </w:r>
                      <w:r w:rsidR="004507DF" w:rsidRPr="00872ADF">
                        <w:rPr>
                          <w:sz w:val="52"/>
                          <w:szCs w:val="52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" fillcolor="#8064a2 [3207]" strokecolor="#3f3151 [1607]" strokeweight="2pt"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0" t="0" r="15240" b="1524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07DF" w:rsidRPr="00851F4E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Monday 13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4507DF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Meeting with Language Coordinator</w:t>
                            </w:r>
                          </w:p>
                          <w:p w:rsidR="004507DF" w:rsidRPr="00334BD5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11:45-12:30</w:t>
                            </w:r>
                          </w:p>
                          <w:p w:rsidR="004507DF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>Deputy´s Office</w:t>
                            </w:r>
                          </w:p>
                          <w:p w:rsidR="004507DF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G.S.M</w:t>
                            </w:r>
                          </w:p>
                          <w:p w:rsidR="004507DF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Dome</w:t>
                            </w:r>
                          </w:p>
                          <w:p w:rsidR="004507DF" w:rsidRPr="00334BD5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13:00-15:00</w:t>
                            </w:r>
                          </w:p>
                          <w:p w:rsidR="004507DF" w:rsidRPr="00944FC2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14</w:t>
                            </w: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proofErr w:type="gramEnd"/>
                          </w:p>
                          <w:p w:rsidR="004507DF" w:rsidRPr="00334BD5" w:rsidRDefault="004507D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Extra support session</w:t>
                            </w:r>
                          </w:p>
                          <w:p w:rsidR="004507DF" w:rsidRPr="00334BD5" w:rsidRDefault="004507D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FF00"/>
                                <w:lang w:val="en-US"/>
                              </w:rPr>
                              <w:t>Laurita</w:t>
                            </w:r>
                            <w:proofErr w:type="spellEnd"/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4507DF" w:rsidRPr="00334BD5" w:rsidRDefault="004507D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4507DF" w:rsidRDefault="004507DF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15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</w:p>
                          <w:p w:rsidR="004507DF" w:rsidRDefault="004507DF" w:rsidP="00AC273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Planning unit 4 with PYP Coordinator</w:t>
                            </w:r>
                          </w:p>
                          <w:p w:rsidR="004507DF" w:rsidRDefault="004507DF" w:rsidP="00AC273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Summative Assessment /Learning Experiences </w:t>
                            </w:r>
                          </w:p>
                          <w:p w:rsidR="004507DF" w:rsidRPr="00334BD5" w:rsidRDefault="004507D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4507DF" w:rsidRPr="00334BD5" w:rsidRDefault="004507D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A.V. room</w:t>
                            </w:r>
                          </w:p>
                          <w:p w:rsidR="004507DF" w:rsidRDefault="004507DF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Thursday 16</w:t>
                            </w:r>
                            <w:r w:rsidRPr="00AC2735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  </w:t>
                            </w:r>
                          </w:p>
                          <w:p w:rsidR="004507DF" w:rsidRDefault="004507DF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Reflecting on the Inquiry unit 3 </w:t>
                            </w:r>
                          </w:p>
                          <w:p w:rsidR="004507DF" w:rsidRDefault="004507DF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Planning unit 4 Formative Assessment/ Learning Experiences</w:t>
                            </w:r>
                          </w:p>
                          <w:p w:rsidR="004507DF" w:rsidRPr="00334BD5" w:rsidRDefault="004507DF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4507DF" w:rsidRDefault="004507DF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Friday 17</w:t>
                            </w:r>
                            <w:r w:rsidRPr="00AC2735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4507DF" w:rsidRPr="004507DF" w:rsidRDefault="004507DF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4507DF">
                              <w:rPr>
                                <w:color w:val="FFFF00"/>
                                <w:lang w:val="en-US"/>
                              </w:rPr>
                              <w:t>Provocation unit 4</w:t>
                            </w:r>
                          </w:p>
                          <w:p w:rsidR="004507DF" w:rsidRDefault="004507DF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FFFF00"/>
                                <w:lang w:val="en-US"/>
                              </w:rPr>
                              <w:t>Maths</w:t>
                            </w:r>
                            <w:proofErr w:type="spellEnd"/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</w:t>
                            </w:r>
                            <w:r w:rsidRPr="002F3FE1">
                              <w:rPr>
                                <w:color w:val="FFFF00"/>
                                <w:lang w:val="en-US"/>
                              </w:rPr>
                              <w:t xml:space="preserve"> planning</w:t>
                            </w:r>
                            <w:proofErr w:type="gramEnd"/>
                            <w:r w:rsidRPr="002F3FE1">
                              <w:rPr>
                                <w:color w:val="FFFF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by pairs </w:t>
                            </w:r>
                          </w:p>
                          <w:p w:rsidR="00D84407" w:rsidRDefault="004507D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8:15 – 9:00</w:t>
                            </w:r>
                          </w:p>
                          <w:p w:rsidR="00D84407" w:rsidRDefault="00D84407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Work by teams </w:t>
                            </w:r>
                          </w:p>
                          <w:p w:rsidR="00D84407" w:rsidRPr="00334BD5" w:rsidRDefault="004507DF" w:rsidP="00D8440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</w:t>
                            </w:r>
                            <w:r w:rsidR="00D84407"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4507DF" w:rsidRDefault="004507D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4507DF" w:rsidRPr="009153F0" w:rsidRDefault="004507D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Adri</w:t>
                            </w:r>
                            <w:proofErr w:type="spellEnd"/>
                          </w:p>
                          <w:p w:rsidR="004507DF" w:rsidRPr="008C416F" w:rsidRDefault="004507D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Laurita</w:t>
                            </w:r>
                            <w:proofErr w:type="spellEnd"/>
                          </w:p>
                          <w:p w:rsidR="004507DF" w:rsidRDefault="004507D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4507DF" w:rsidRPr="00551501" w:rsidRDefault="004507D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4507DF" w:rsidRPr="00AD13D0" w:rsidRDefault="004507D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4507DF" w:rsidRPr="00AD13D0" w:rsidRDefault="004507DF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4507DF" w:rsidRPr="00D02D5F" w:rsidRDefault="004507DF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" fillcolor="#c0504d [3205]" strokecolor="#622423 [1605]" strokeweight="2pt">
                <o:lock v:ext="edit" shapetype="t"/>
                <v:textbox inset="2.85pt,2.85pt,2.85pt,2.85pt">
                  <w:txbxContent>
                    <w:p w:rsidR="004507DF" w:rsidRPr="00851F4E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Monday 13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4507DF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Meeting with Language Coordinator</w:t>
                      </w:r>
                    </w:p>
                    <w:p w:rsidR="004507DF" w:rsidRPr="00334BD5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11:45-12:30</w:t>
                      </w:r>
                    </w:p>
                    <w:p w:rsidR="004507DF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334BD5">
                        <w:rPr>
                          <w:color w:val="FFFF00"/>
                          <w:lang w:val="en-US"/>
                        </w:rPr>
                        <w:t>Deputy´s Office</w:t>
                      </w:r>
                    </w:p>
                    <w:p w:rsidR="004507DF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G.S.M</w:t>
                      </w:r>
                    </w:p>
                    <w:p w:rsidR="004507DF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Dome</w:t>
                      </w:r>
                    </w:p>
                    <w:p w:rsidR="004507DF" w:rsidRPr="00334BD5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13:00-15:00</w:t>
                      </w:r>
                    </w:p>
                    <w:p w:rsidR="004507DF" w:rsidRPr="00944FC2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14</w:t>
                      </w:r>
                      <w:r w:rsidRPr="008C191B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proofErr w:type="gramEnd"/>
                    </w:p>
                    <w:p w:rsidR="004507DF" w:rsidRPr="00334BD5" w:rsidRDefault="004507DF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Extra support session</w:t>
                      </w:r>
                    </w:p>
                    <w:p w:rsidR="004507DF" w:rsidRPr="00334BD5" w:rsidRDefault="004507DF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FF00"/>
                          <w:lang w:val="en-US"/>
                        </w:rPr>
                        <w:t>Laurita</w:t>
                      </w:r>
                      <w:proofErr w:type="spellEnd"/>
                      <w:r w:rsidRPr="00334BD5">
                        <w:rPr>
                          <w:color w:val="FFFF00"/>
                          <w:lang w:val="en-US"/>
                        </w:rPr>
                        <w:t xml:space="preserve"> is on duty </w:t>
                      </w:r>
                    </w:p>
                    <w:p w:rsidR="004507DF" w:rsidRPr="00334BD5" w:rsidRDefault="004507DF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4507DF" w:rsidRDefault="004507DF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15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th </w:t>
                      </w:r>
                    </w:p>
                    <w:p w:rsidR="004507DF" w:rsidRDefault="004507DF" w:rsidP="00AC2735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Planning unit 4 with PYP Coordinator</w:t>
                      </w:r>
                    </w:p>
                    <w:p w:rsidR="004507DF" w:rsidRDefault="004507DF" w:rsidP="00AC2735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Summative Assessment /Learning Experiences </w:t>
                      </w:r>
                    </w:p>
                    <w:p w:rsidR="004507DF" w:rsidRPr="00334BD5" w:rsidRDefault="004507DF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334BD5"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4507DF" w:rsidRPr="00334BD5" w:rsidRDefault="004507DF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A.V. room</w:t>
                      </w:r>
                    </w:p>
                    <w:p w:rsidR="004507DF" w:rsidRDefault="004507DF" w:rsidP="00054016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Thursday 16</w:t>
                      </w:r>
                      <w:r w:rsidRPr="00AC2735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  </w:t>
                      </w:r>
                    </w:p>
                    <w:p w:rsidR="004507DF" w:rsidRDefault="004507DF" w:rsidP="008C1C9A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Reflecting on the Inquiry unit 3 </w:t>
                      </w:r>
                    </w:p>
                    <w:p w:rsidR="004507DF" w:rsidRDefault="004507DF" w:rsidP="008C1C9A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Planning unit 4 Formative Assessment/ Learning Experiences</w:t>
                      </w:r>
                    </w:p>
                    <w:p w:rsidR="004507DF" w:rsidRPr="00334BD5" w:rsidRDefault="004507DF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4507DF" w:rsidRDefault="004507DF" w:rsidP="00054016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Friday 17</w:t>
                      </w:r>
                      <w:r w:rsidRPr="00AC2735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4507DF" w:rsidRPr="004507DF" w:rsidRDefault="004507DF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4507DF">
                        <w:rPr>
                          <w:color w:val="FFFF00"/>
                          <w:lang w:val="en-US"/>
                        </w:rPr>
                        <w:t>Provocation unit 4</w:t>
                      </w:r>
                    </w:p>
                    <w:p w:rsidR="004507DF" w:rsidRDefault="004507DF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FFFF00"/>
                          <w:lang w:val="en-US"/>
                        </w:rPr>
                        <w:t>Maths</w:t>
                      </w:r>
                      <w:proofErr w:type="spellEnd"/>
                      <w:r>
                        <w:rPr>
                          <w:color w:val="FFFF00"/>
                          <w:lang w:val="en-US"/>
                        </w:rPr>
                        <w:t xml:space="preserve"> </w:t>
                      </w:r>
                      <w:r w:rsidRPr="002F3FE1">
                        <w:rPr>
                          <w:color w:val="FFFF00"/>
                          <w:lang w:val="en-US"/>
                        </w:rPr>
                        <w:t xml:space="preserve"> planning</w:t>
                      </w:r>
                      <w:proofErr w:type="gramEnd"/>
                      <w:r w:rsidRPr="002F3FE1">
                        <w:rPr>
                          <w:color w:val="FFFF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FF00"/>
                          <w:lang w:val="en-US"/>
                        </w:rPr>
                        <w:t xml:space="preserve">by pairs </w:t>
                      </w:r>
                    </w:p>
                    <w:p w:rsidR="00D84407" w:rsidRDefault="004507DF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8:15 – 9:00</w:t>
                      </w:r>
                    </w:p>
                    <w:p w:rsidR="00D84407" w:rsidRDefault="00D84407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Work by teams </w:t>
                      </w:r>
                    </w:p>
                    <w:p w:rsidR="00D84407" w:rsidRPr="00334BD5" w:rsidRDefault="004507DF" w:rsidP="00D84407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 </w:t>
                      </w:r>
                      <w:r w:rsidR="00D84407"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4507DF" w:rsidRDefault="004507DF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bookmarkStart w:id="1" w:name="_GoBack"/>
                      <w:bookmarkEnd w:id="1"/>
                    </w:p>
                    <w:p w:rsidR="004507DF" w:rsidRPr="009153F0" w:rsidRDefault="004507DF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Adri</w:t>
                      </w:r>
                      <w:proofErr w:type="spellEnd"/>
                    </w:p>
                    <w:p w:rsidR="004507DF" w:rsidRPr="008C416F" w:rsidRDefault="004507DF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Laurita</w:t>
                      </w:r>
                      <w:proofErr w:type="spellEnd"/>
                    </w:p>
                    <w:p w:rsidR="004507DF" w:rsidRDefault="004507DF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4507DF" w:rsidRPr="00551501" w:rsidRDefault="004507DF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4507DF" w:rsidRPr="00AD13D0" w:rsidRDefault="004507DF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4507DF" w:rsidRPr="00AD13D0" w:rsidRDefault="004507DF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4507DF" w:rsidRPr="00D02D5F" w:rsidRDefault="004507DF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ullet1"/>
      </v:shape>
    </w:pict>
  </w:numPicBullet>
  <w:numPicBullet w:numPicBulletId="1">
    <w:pict>
      <v:shape id="_x0000_i1027" type="#_x0000_t75" style="width:9pt;height:9pt" o:bullet="t">
        <v:imagedata r:id="rId2" o:title="bullet2"/>
      </v:shape>
    </w:pict>
  </w:numPicBullet>
  <w:numPicBullet w:numPicBulletId="2">
    <w:pict>
      <v:shape id="_x0000_i1028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A1CF2"/>
    <w:rsid w:val="000C4E2C"/>
    <w:rsid w:val="000C586F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51D4B"/>
    <w:rsid w:val="0027353D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9B7"/>
    <w:rsid w:val="00386843"/>
    <w:rsid w:val="003A16B6"/>
    <w:rsid w:val="003A1F36"/>
    <w:rsid w:val="003A5449"/>
    <w:rsid w:val="003C2482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53E5"/>
    <w:rsid w:val="00DC155E"/>
    <w:rsid w:val="00DC1836"/>
    <w:rsid w:val="00DC4589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EEC"/>
    <w:rsid w:val="00F11317"/>
    <w:rsid w:val="00F23945"/>
    <w:rsid w:val="00F7328B"/>
    <w:rsid w:val="00F74B74"/>
    <w:rsid w:val="00F777F0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8B65E-72B9-4EB4-9C79-1C5CBBBF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</TotalTime>
  <Pages>1</Pages>
  <Words>2</Words>
  <Characters>60</Characters>
  <Application>Microsoft Office Word</Application>
  <DocSecurity>4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2</cp:revision>
  <dcterms:created xsi:type="dcterms:W3CDTF">2012-02-11T19:31:00Z</dcterms:created>
  <dcterms:modified xsi:type="dcterms:W3CDTF">2012-02-11T19:31:00Z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